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E7F" w:rsidRDefault="008F7E7F">
      <w:pPr>
        <w:rPr>
          <w:rFonts w:ascii="Verdana" w:hAnsi="Verdana"/>
          <w:sz w:val="20"/>
          <w:szCs w:val="20"/>
        </w:rPr>
      </w:pPr>
      <w:r>
        <w:rPr>
          <w:rFonts w:ascii="Verdana" w:hAnsi="Verdana"/>
          <w:sz w:val="20"/>
          <w:szCs w:val="20"/>
        </w:rPr>
        <w:t>Transkript</w:t>
      </w:r>
    </w:p>
    <w:p w:rsidR="008F7E7F" w:rsidRDefault="008F7E7F">
      <w:pPr>
        <w:rPr>
          <w:rFonts w:ascii="Verdana" w:hAnsi="Verdana"/>
          <w:sz w:val="20"/>
          <w:szCs w:val="20"/>
        </w:rPr>
      </w:pPr>
      <w:r>
        <w:rPr>
          <w:rFonts w:ascii="Verdana" w:hAnsi="Verdana"/>
          <w:sz w:val="20"/>
          <w:szCs w:val="20"/>
        </w:rPr>
        <w:t xml:space="preserve">Das mache </w:t>
      </w:r>
      <w:bookmarkStart w:id="0" w:name="_GoBack"/>
      <w:bookmarkEnd w:id="0"/>
      <w:r>
        <w:rPr>
          <w:rFonts w:ascii="Verdana" w:hAnsi="Verdana"/>
          <w:sz w:val="20"/>
          <w:szCs w:val="20"/>
        </w:rPr>
        <w:t>ich nach der Schule: Alessandra</w:t>
      </w:r>
    </w:p>
    <w:p w:rsidR="00402A59" w:rsidRPr="008F7E7F" w:rsidRDefault="00F73152">
      <w:pPr>
        <w:rPr>
          <w:rFonts w:ascii="Verdana" w:hAnsi="Verdana"/>
          <w:sz w:val="20"/>
          <w:szCs w:val="20"/>
        </w:rPr>
      </w:pPr>
      <w:r w:rsidRPr="008F7E7F">
        <w:rPr>
          <w:rFonts w:ascii="Verdana" w:hAnsi="Verdana"/>
          <w:sz w:val="20"/>
          <w:szCs w:val="20"/>
        </w:rPr>
        <w:t xml:space="preserve">Ich heiße Alessandra und ich bin 22 Jahre alt. Eigentlich studiere ich Elektrotechnik und bin jetzt im siebten Semester und damit im letzten. </w:t>
      </w:r>
      <w:r w:rsidR="00402A59" w:rsidRPr="008F7E7F">
        <w:rPr>
          <w:rFonts w:ascii="Verdana" w:hAnsi="Verdana"/>
          <w:sz w:val="20"/>
          <w:szCs w:val="20"/>
        </w:rPr>
        <w:t xml:space="preserve">Ich mache jetzt gerade im Moment ein Praktikum, und ein Praktikum ist im Grunde die Möglichkeit, in einen Betrieb, in ein Unternehmen zu schauen: Wie sieht es denn wirklich mal aus, wenn ich mit meinem theoretischen Studium fertig bin, was mache ich danach dann überhaupt damit? Ja, mal so den Arbeitsalltag zu sehen, da einen Einblick zu kriegen. Teilweise auch an eigenen kleinen Projekten zu arbeiten, den Arbeitsalltag einfach mitzuerleben und vielleicht auch herauszufinden für sich selber, was man denn später genau machen möchte. </w:t>
      </w:r>
    </w:p>
    <w:p w:rsidR="00301ACA" w:rsidRPr="008F7E7F" w:rsidRDefault="00402A59">
      <w:pPr>
        <w:rPr>
          <w:rFonts w:ascii="Verdana" w:hAnsi="Verdana"/>
          <w:sz w:val="20"/>
          <w:szCs w:val="20"/>
        </w:rPr>
      </w:pPr>
      <w:r w:rsidRPr="008F7E7F">
        <w:rPr>
          <w:rFonts w:ascii="Verdana" w:hAnsi="Verdana"/>
          <w:sz w:val="20"/>
          <w:szCs w:val="20"/>
        </w:rPr>
        <w:t>Ich habe sehr viel gelernt, man merkt einfach, ja – man wird selbstbewusster, man weiß, was man kann. Man lern</w:t>
      </w:r>
      <w:r w:rsidR="008F7E7F" w:rsidRPr="008F7E7F">
        <w:rPr>
          <w:rFonts w:ascii="Verdana" w:hAnsi="Verdana"/>
          <w:sz w:val="20"/>
          <w:szCs w:val="20"/>
        </w:rPr>
        <w:t>t Dinge, wo man vorher dachte: „</w:t>
      </w:r>
      <w:r w:rsidRPr="008F7E7F">
        <w:rPr>
          <w:rFonts w:ascii="Verdana" w:hAnsi="Verdana"/>
          <w:sz w:val="20"/>
          <w:szCs w:val="20"/>
        </w:rPr>
        <w:t xml:space="preserve">Oh, ob ich das jemals so schaffen </w:t>
      </w:r>
      <w:r w:rsidR="008F7E7F" w:rsidRPr="008F7E7F">
        <w:rPr>
          <w:rFonts w:ascii="Verdana" w:hAnsi="Verdana"/>
          <w:sz w:val="20"/>
          <w:szCs w:val="20"/>
        </w:rPr>
        <w:t>werde?“</w:t>
      </w:r>
      <w:r w:rsidRPr="008F7E7F">
        <w:rPr>
          <w:rFonts w:ascii="Verdana" w:hAnsi="Verdana"/>
          <w:sz w:val="20"/>
          <w:szCs w:val="20"/>
        </w:rPr>
        <w:t xml:space="preserve"> – das ist einfach eine gute Sache, auch für einen persönlich. </w:t>
      </w:r>
    </w:p>
    <w:sectPr w:rsidR="00301ACA" w:rsidRPr="008F7E7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152"/>
    <w:rsid w:val="00301ACA"/>
    <w:rsid w:val="00402A59"/>
    <w:rsid w:val="008F7E7F"/>
    <w:rsid w:val="00F731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56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C1683647.dotm</Template>
  <TotalTime>0</TotalTime>
  <Pages>1</Pages>
  <Words>134</Words>
  <Characters>846</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Wiebke Schwinger</dc:creator>
  <cp:lastModifiedBy>Christiane Barchfeld</cp:lastModifiedBy>
  <cp:revision>2</cp:revision>
  <dcterms:created xsi:type="dcterms:W3CDTF">2015-06-01T14:27:00Z</dcterms:created>
  <dcterms:modified xsi:type="dcterms:W3CDTF">2015-06-08T11:09:00Z</dcterms:modified>
</cp:coreProperties>
</file>